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72F" w:rsidRDefault="00F2272F"/>
    <w:p w:rsidR="00F2272F" w:rsidRDefault="00F2272F"/>
    <w:p w:rsidR="00F2272F" w:rsidRDefault="00F2272F"/>
    <w:p w:rsidR="006326D9" w:rsidRDefault="006326D9"/>
    <w:p w:rsidR="006326D9" w:rsidRDefault="006326D9"/>
    <w:p w:rsidR="006326D9" w:rsidRDefault="006326D9"/>
    <w:p w:rsidR="006326D9" w:rsidRDefault="006326D9"/>
    <w:p w:rsidR="006326D9" w:rsidRDefault="006326D9"/>
    <w:p w:rsidR="006326D9" w:rsidRDefault="006326D9"/>
    <w:p w:rsidR="002A17DF" w:rsidRDefault="00F85EDF" w:rsidP="00874134">
      <w:pPr>
        <w:jc w:val="center"/>
        <w:rPr>
          <w:rFonts w:asciiTheme="majorHAnsi" w:hAnsiTheme="majorHAnsi"/>
          <w:b/>
          <w:sz w:val="56"/>
          <w:szCs w:val="56"/>
        </w:rPr>
      </w:pPr>
      <w:r>
        <w:rPr>
          <w:rFonts w:asciiTheme="majorHAnsi" w:hAnsiTheme="majorHAnsi"/>
          <w:b/>
          <w:sz w:val="56"/>
          <w:szCs w:val="56"/>
        </w:rPr>
        <w:t>Maransin</w:t>
      </w:r>
      <w:r w:rsidR="002A17DF">
        <w:rPr>
          <w:rFonts w:asciiTheme="majorHAnsi" w:hAnsiTheme="majorHAnsi"/>
          <w:b/>
          <w:sz w:val="56"/>
          <w:szCs w:val="56"/>
        </w:rPr>
        <w:t xml:space="preserve"> : </w:t>
      </w:r>
    </w:p>
    <w:p w:rsidR="00874134" w:rsidRDefault="00F85EDF" w:rsidP="00874134">
      <w:pPr>
        <w:jc w:val="center"/>
        <w:rPr>
          <w:rFonts w:asciiTheme="majorHAnsi" w:hAnsiTheme="majorHAnsi"/>
          <w:b/>
          <w:sz w:val="56"/>
          <w:szCs w:val="56"/>
        </w:rPr>
      </w:pPr>
      <w:r>
        <w:rPr>
          <w:rFonts w:asciiTheme="majorHAnsi" w:hAnsiTheme="majorHAnsi"/>
          <w:b/>
          <w:sz w:val="56"/>
          <w:szCs w:val="56"/>
        </w:rPr>
        <w:t>Révision générale de la carte communale</w:t>
      </w:r>
    </w:p>
    <w:p w:rsidR="00874134" w:rsidRDefault="002A17DF" w:rsidP="00874134">
      <w:pPr>
        <w:tabs>
          <w:tab w:val="left" w:pos="3900"/>
        </w:tabs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noProof/>
          <w:color w:val="95A495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40005</wp:posOffset>
                </wp:positionV>
                <wp:extent cx="4410075" cy="0"/>
                <wp:effectExtent l="38100" t="38100" r="66675" b="9525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00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1D7831" id="Connecteur droit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2pt,3.15pt" to="402.4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874134">
        <w:rPr>
          <w:rFonts w:asciiTheme="majorHAnsi" w:hAnsiTheme="majorHAnsi"/>
          <w:b/>
          <w:sz w:val="56"/>
          <w:szCs w:val="56"/>
        </w:rPr>
        <w:t>Liste des Pièces</w:t>
      </w:r>
    </w:p>
    <w:p w:rsidR="00874134" w:rsidRDefault="00874134" w:rsidP="00874134">
      <w:pPr>
        <w:rPr>
          <w:rFonts w:asciiTheme="majorHAnsi" w:hAnsiTheme="maj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7"/>
        <w:gridCol w:w="4527"/>
      </w:tblGrid>
      <w:tr w:rsidR="00874134" w:rsidTr="00874134">
        <w:tc>
          <w:tcPr>
            <w:tcW w:w="4527" w:type="dxa"/>
          </w:tcPr>
          <w:p w:rsidR="00874134" w:rsidRPr="008D00B0" w:rsidRDefault="00874134" w:rsidP="00874134">
            <w:pPr>
              <w:rPr>
                <w:rFonts w:asciiTheme="majorHAnsi" w:hAnsiTheme="majorHAnsi"/>
                <w:b/>
              </w:rPr>
            </w:pPr>
            <w:r w:rsidRPr="008D00B0">
              <w:rPr>
                <w:rFonts w:asciiTheme="majorHAnsi" w:hAnsiTheme="majorHAnsi"/>
                <w:b/>
              </w:rPr>
              <w:t>Nom de la Pièce</w:t>
            </w:r>
          </w:p>
        </w:tc>
        <w:tc>
          <w:tcPr>
            <w:tcW w:w="4527" w:type="dxa"/>
          </w:tcPr>
          <w:p w:rsidR="00874134" w:rsidRPr="008D00B0" w:rsidRDefault="00874134" w:rsidP="00874134">
            <w:pPr>
              <w:rPr>
                <w:rFonts w:asciiTheme="majorHAnsi" w:hAnsiTheme="majorHAnsi"/>
                <w:b/>
              </w:rPr>
            </w:pPr>
            <w:r w:rsidRPr="008D00B0">
              <w:rPr>
                <w:rFonts w:asciiTheme="majorHAnsi" w:hAnsiTheme="majorHAnsi"/>
                <w:b/>
              </w:rPr>
              <w:t>Date d’ajout</w:t>
            </w:r>
          </w:p>
        </w:tc>
      </w:tr>
      <w:tr w:rsidR="00F85EDF" w:rsidTr="00874134">
        <w:tc>
          <w:tcPr>
            <w:tcW w:w="4527" w:type="dxa"/>
          </w:tcPr>
          <w:p w:rsidR="00F85EDF" w:rsidRPr="008D00B0" w:rsidRDefault="00F85EDF" w:rsidP="00874134">
            <w:pPr>
              <w:rPr>
                <w:rFonts w:asciiTheme="majorHAnsi" w:hAnsiTheme="majorHAnsi"/>
                <w:b/>
              </w:rPr>
            </w:pPr>
            <w:r w:rsidRPr="00F85EDF">
              <w:rPr>
                <w:rFonts w:asciiTheme="majorHAnsi" w:hAnsiTheme="majorHAnsi"/>
              </w:rPr>
              <w:t>Délibération de sollicitation de la Cali du 13 novembre 2020</w:t>
            </w:r>
          </w:p>
        </w:tc>
        <w:tc>
          <w:tcPr>
            <w:tcW w:w="4527" w:type="dxa"/>
          </w:tcPr>
          <w:p w:rsidR="00F85EDF" w:rsidRPr="008D00B0" w:rsidRDefault="00F85EDF" w:rsidP="00874134">
            <w:pPr>
              <w:rPr>
                <w:rFonts w:asciiTheme="majorHAnsi" w:hAnsiTheme="majorHAnsi"/>
                <w:b/>
              </w:rPr>
            </w:pPr>
          </w:p>
        </w:tc>
      </w:tr>
      <w:tr w:rsidR="00874134" w:rsidTr="00874134">
        <w:tc>
          <w:tcPr>
            <w:tcW w:w="4527" w:type="dxa"/>
          </w:tcPr>
          <w:p w:rsidR="00874134" w:rsidRDefault="006D20AC" w:rsidP="00F85ED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Délibération </w:t>
            </w:r>
            <w:r w:rsidR="00874134">
              <w:rPr>
                <w:rFonts w:asciiTheme="majorHAnsi" w:hAnsiTheme="majorHAnsi"/>
              </w:rPr>
              <w:t>de prescription d</w:t>
            </w:r>
            <w:r>
              <w:rPr>
                <w:rFonts w:asciiTheme="majorHAnsi" w:hAnsiTheme="majorHAnsi"/>
              </w:rPr>
              <w:t xml:space="preserve">e la </w:t>
            </w:r>
            <w:r w:rsidR="00F85EDF">
              <w:rPr>
                <w:rFonts w:asciiTheme="majorHAnsi" w:hAnsiTheme="majorHAnsi"/>
              </w:rPr>
              <w:t>révision de la carte communale</w:t>
            </w:r>
            <w:r w:rsidR="00874134">
              <w:rPr>
                <w:rFonts w:asciiTheme="majorHAnsi" w:hAnsiTheme="majorHAnsi"/>
              </w:rPr>
              <w:t xml:space="preserve"> du </w:t>
            </w:r>
            <w:r w:rsidR="00F85EDF">
              <w:rPr>
                <w:rFonts w:asciiTheme="majorHAnsi" w:hAnsiTheme="majorHAnsi"/>
              </w:rPr>
              <w:t>16 décembre 2020</w:t>
            </w:r>
          </w:p>
        </w:tc>
        <w:tc>
          <w:tcPr>
            <w:tcW w:w="4527" w:type="dxa"/>
          </w:tcPr>
          <w:p w:rsidR="00874134" w:rsidRDefault="00874134" w:rsidP="00874134">
            <w:pPr>
              <w:rPr>
                <w:rFonts w:asciiTheme="majorHAnsi" w:hAnsiTheme="majorHAnsi"/>
              </w:rPr>
            </w:pPr>
          </w:p>
        </w:tc>
      </w:tr>
      <w:tr w:rsidR="00874134" w:rsidTr="00874134">
        <w:tc>
          <w:tcPr>
            <w:tcW w:w="4527" w:type="dxa"/>
          </w:tcPr>
          <w:p w:rsidR="00874134" w:rsidRDefault="006D20AC" w:rsidP="00FE36F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Arrêté </w:t>
            </w:r>
            <w:r w:rsidR="00FE36F8">
              <w:rPr>
                <w:rFonts w:asciiTheme="majorHAnsi" w:hAnsiTheme="majorHAnsi"/>
              </w:rPr>
              <w:t>d’enquête publique du 15 mai</w:t>
            </w:r>
            <w:r>
              <w:rPr>
                <w:rFonts w:asciiTheme="majorHAnsi" w:hAnsiTheme="majorHAnsi"/>
              </w:rPr>
              <w:t xml:space="preserve"> 2024</w:t>
            </w:r>
          </w:p>
          <w:p w:rsidR="00FE36F8" w:rsidRDefault="00FE36F8" w:rsidP="00FE36F8">
            <w:pPr>
              <w:rPr>
                <w:rFonts w:asciiTheme="majorHAnsi" w:hAnsiTheme="majorHAnsi"/>
              </w:rPr>
            </w:pPr>
            <w:bookmarkStart w:id="0" w:name="_GoBack"/>
            <w:bookmarkEnd w:id="0"/>
          </w:p>
        </w:tc>
        <w:tc>
          <w:tcPr>
            <w:tcW w:w="4527" w:type="dxa"/>
          </w:tcPr>
          <w:p w:rsidR="00874134" w:rsidRDefault="00874134" w:rsidP="00874134">
            <w:pPr>
              <w:rPr>
                <w:rFonts w:asciiTheme="majorHAnsi" w:hAnsiTheme="majorHAnsi"/>
              </w:rPr>
            </w:pPr>
          </w:p>
        </w:tc>
      </w:tr>
      <w:tr w:rsidR="00874134" w:rsidTr="00874134">
        <w:tc>
          <w:tcPr>
            <w:tcW w:w="4527" w:type="dxa"/>
          </w:tcPr>
          <w:p w:rsidR="00874134" w:rsidRDefault="00FE36F8" w:rsidP="00006AD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Dossier de la révision générale</w:t>
            </w:r>
          </w:p>
          <w:p w:rsidR="00FE36F8" w:rsidRDefault="00FE36F8" w:rsidP="00006AD4">
            <w:pPr>
              <w:rPr>
                <w:rFonts w:asciiTheme="majorHAnsi" w:hAnsiTheme="majorHAnsi"/>
              </w:rPr>
            </w:pPr>
          </w:p>
        </w:tc>
        <w:tc>
          <w:tcPr>
            <w:tcW w:w="4527" w:type="dxa"/>
          </w:tcPr>
          <w:p w:rsidR="00874134" w:rsidRDefault="00874134" w:rsidP="00874134">
            <w:pPr>
              <w:rPr>
                <w:rFonts w:asciiTheme="majorHAnsi" w:hAnsiTheme="majorHAnsi"/>
              </w:rPr>
            </w:pPr>
          </w:p>
        </w:tc>
      </w:tr>
      <w:tr w:rsidR="00874134" w:rsidTr="00874134">
        <w:tc>
          <w:tcPr>
            <w:tcW w:w="4527" w:type="dxa"/>
          </w:tcPr>
          <w:p w:rsidR="00874134" w:rsidRDefault="006D20AC" w:rsidP="006D20A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Avis du Pole d’Equilibre Territorial et Rural</w:t>
            </w:r>
            <w:r w:rsidR="00851CCA">
              <w:rPr>
                <w:rFonts w:asciiTheme="majorHAnsi" w:hAnsiTheme="majorHAnsi"/>
              </w:rPr>
              <w:t xml:space="preserve"> (</w:t>
            </w:r>
            <w:r>
              <w:rPr>
                <w:rFonts w:asciiTheme="majorHAnsi" w:hAnsiTheme="majorHAnsi"/>
              </w:rPr>
              <w:t>PETR</w:t>
            </w:r>
            <w:r w:rsidR="00851CCA">
              <w:rPr>
                <w:rFonts w:asciiTheme="majorHAnsi" w:hAnsiTheme="majorHAnsi"/>
              </w:rPr>
              <w:t>)</w:t>
            </w:r>
          </w:p>
        </w:tc>
        <w:tc>
          <w:tcPr>
            <w:tcW w:w="4527" w:type="dxa"/>
          </w:tcPr>
          <w:p w:rsidR="00874134" w:rsidRDefault="00874134" w:rsidP="00874134">
            <w:pPr>
              <w:rPr>
                <w:rFonts w:asciiTheme="majorHAnsi" w:hAnsiTheme="majorHAnsi"/>
              </w:rPr>
            </w:pPr>
          </w:p>
        </w:tc>
      </w:tr>
      <w:tr w:rsidR="00874134" w:rsidTr="00874134">
        <w:tc>
          <w:tcPr>
            <w:tcW w:w="4527" w:type="dxa"/>
          </w:tcPr>
          <w:p w:rsidR="00874134" w:rsidRDefault="00A508B0" w:rsidP="00F85ED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Avis du </w:t>
            </w:r>
            <w:r w:rsidR="00851CCA">
              <w:rPr>
                <w:rFonts w:asciiTheme="majorHAnsi" w:hAnsiTheme="majorHAnsi"/>
              </w:rPr>
              <w:t>C</w:t>
            </w:r>
            <w:r w:rsidR="00F85EDF">
              <w:rPr>
                <w:rFonts w:asciiTheme="majorHAnsi" w:hAnsiTheme="majorHAnsi"/>
              </w:rPr>
              <w:t>onseil Départemental de protection des espaces naturel, agricole et forestier</w:t>
            </w:r>
            <w:r w:rsidR="00851CCA">
              <w:rPr>
                <w:rFonts w:asciiTheme="majorHAnsi" w:hAnsiTheme="majorHAnsi"/>
              </w:rPr>
              <w:t xml:space="preserve"> (C</w:t>
            </w:r>
            <w:r w:rsidR="00F85EDF">
              <w:rPr>
                <w:rFonts w:asciiTheme="majorHAnsi" w:hAnsiTheme="majorHAnsi"/>
              </w:rPr>
              <w:t>DPENAF</w:t>
            </w:r>
            <w:r w:rsidR="00851CCA">
              <w:rPr>
                <w:rFonts w:asciiTheme="majorHAnsi" w:hAnsiTheme="majorHAnsi"/>
              </w:rPr>
              <w:t>)</w:t>
            </w:r>
          </w:p>
        </w:tc>
        <w:tc>
          <w:tcPr>
            <w:tcW w:w="4527" w:type="dxa"/>
          </w:tcPr>
          <w:p w:rsidR="00874134" w:rsidRDefault="00874134" w:rsidP="00874134">
            <w:pPr>
              <w:rPr>
                <w:rFonts w:asciiTheme="majorHAnsi" w:hAnsiTheme="majorHAnsi"/>
              </w:rPr>
            </w:pPr>
          </w:p>
        </w:tc>
      </w:tr>
      <w:tr w:rsidR="00874134" w:rsidTr="00874134">
        <w:tc>
          <w:tcPr>
            <w:tcW w:w="4527" w:type="dxa"/>
          </w:tcPr>
          <w:p w:rsidR="00874134" w:rsidRDefault="00A508B0" w:rsidP="008741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Avis de la Direction Départementale des territoires et de la Mer</w:t>
            </w:r>
            <w:r w:rsidR="00851CCA">
              <w:rPr>
                <w:rFonts w:asciiTheme="majorHAnsi" w:hAnsiTheme="majorHAnsi"/>
              </w:rPr>
              <w:t xml:space="preserve"> (DDTM)</w:t>
            </w:r>
          </w:p>
        </w:tc>
        <w:tc>
          <w:tcPr>
            <w:tcW w:w="4527" w:type="dxa"/>
          </w:tcPr>
          <w:p w:rsidR="00874134" w:rsidRDefault="00874134" w:rsidP="00874134">
            <w:pPr>
              <w:rPr>
                <w:rFonts w:asciiTheme="majorHAnsi" w:hAnsiTheme="majorHAnsi"/>
              </w:rPr>
            </w:pPr>
          </w:p>
        </w:tc>
      </w:tr>
      <w:tr w:rsidR="00874134" w:rsidTr="00874134">
        <w:tc>
          <w:tcPr>
            <w:tcW w:w="4527" w:type="dxa"/>
          </w:tcPr>
          <w:p w:rsidR="00874134" w:rsidRDefault="00F85EDF" w:rsidP="008741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Avis de la Mission Régionale pour l’Autorité Environnementale (MRAE)</w:t>
            </w:r>
          </w:p>
        </w:tc>
        <w:tc>
          <w:tcPr>
            <w:tcW w:w="4527" w:type="dxa"/>
          </w:tcPr>
          <w:p w:rsidR="00874134" w:rsidRDefault="00874134" w:rsidP="00874134">
            <w:pPr>
              <w:rPr>
                <w:rFonts w:asciiTheme="majorHAnsi" w:hAnsiTheme="majorHAnsi"/>
              </w:rPr>
            </w:pPr>
          </w:p>
        </w:tc>
      </w:tr>
      <w:tr w:rsidR="00851CCA" w:rsidTr="00874134">
        <w:tc>
          <w:tcPr>
            <w:tcW w:w="4527" w:type="dxa"/>
          </w:tcPr>
          <w:p w:rsidR="00851CCA" w:rsidRDefault="00851CCA" w:rsidP="00874134">
            <w:pPr>
              <w:rPr>
                <w:rFonts w:asciiTheme="majorHAnsi" w:hAnsiTheme="majorHAnsi"/>
              </w:rPr>
            </w:pPr>
          </w:p>
          <w:p w:rsidR="00F85EDF" w:rsidRDefault="00F85EDF" w:rsidP="00874134">
            <w:pPr>
              <w:rPr>
                <w:rFonts w:asciiTheme="majorHAnsi" w:hAnsiTheme="majorHAnsi"/>
              </w:rPr>
            </w:pPr>
          </w:p>
        </w:tc>
        <w:tc>
          <w:tcPr>
            <w:tcW w:w="4527" w:type="dxa"/>
          </w:tcPr>
          <w:p w:rsidR="00851CCA" w:rsidRDefault="00851CCA" w:rsidP="00874134">
            <w:pPr>
              <w:rPr>
                <w:rFonts w:asciiTheme="majorHAnsi" w:hAnsiTheme="majorHAnsi"/>
              </w:rPr>
            </w:pPr>
          </w:p>
        </w:tc>
      </w:tr>
      <w:tr w:rsidR="006D20AC" w:rsidTr="00874134"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</w:tr>
      <w:tr w:rsidR="006D20AC" w:rsidTr="00874134"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</w:tr>
      <w:tr w:rsidR="006D20AC" w:rsidTr="00874134"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</w:tr>
      <w:tr w:rsidR="006D20AC" w:rsidTr="00874134"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  <w:tc>
          <w:tcPr>
            <w:tcW w:w="4527" w:type="dxa"/>
          </w:tcPr>
          <w:p w:rsidR="006D20AC" w:rsidRDefault="006D20AC" w:rsidP="00874134">
            <w:pPr>
              <w:rPr>
                <w:rFonts w:asciiTheme="majorHAnsi" w:hAnsiTheme="majorHAnsi"/>
              </w:rPr>
            </w:pPr>
          </w:p>
        </w:tc>
      </w:tr>
    </w:tbl>
    <w:p w:rsidR="00C27DDE" w:rsidRPr="00874134" w:rsidRDefault="00C27DDE" w:rsidP="008D00B0">
      <w:pPr>
        <w:rPr>
          <w:rFonts w:asciiTheme="majorHAnsi" w:hAnsiTheme="majorHAnsi"/>
        </w:rPr>
      </w:pPr>
    </w:p>
    <w:sectPr w:rsidR="00C27DDE" w:rsidRPr="00874134" w:rsidSect="00F07436">
      <w:footerReference w:type="default" r:id="rId8"/>
      <w:headerReference w:type="first" r:id="rId9"/>
      <w:pgSz w:w="11900" w:h="16840"/>
      <w:pgMar w:top="113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69E" w:rsidRDefault="0066369E" w:rsidP="00F2272F">
      <w:r>
        <w:separator/>
      </w:r>
    </w:p>
  </w:endnote>
  <w:endnote w:type="continuationSeparator" w:id="0">
    <w:p w:rsidR="0066369E" w:rsidRDefault="0066369E" w:rsidP="00F22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A00002AF" w:usb1="5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Liberation Sans" w:hAnsi="Liberation Sans"/>
        <w:sz w:val="16"/>
        <w:szCs w:val="16"/>
      </w:rPr>
      <w:id w:val="2066060727"/>
      <w:docPartObj>
        <w:docPartGallery w:val="Page Numbers (Bottom of Page)"/>
        <w:docPartUnique/>
      </w:docPartObj>
    </w:sdtPr>
    <w:sdtEndPr/>
    <w:sdtContent>
      <w:p w:rsidR="0079426F" w:rsidRPr="00795934" w:rsidRDefault="004B0FFD" w:rsidP="0009216E">
        <w:pPr>
          <w:pStyle w:val="Pieddepage"/>
          <w:jc w:val="right"/>
          <w:rPr>
            <w:rFonts w:ascii="Liberation Sans" w:hAnsi="Liberation Sans"/>
            <w:sz w:val="16"/>
            <w:szCs w:val="16"/>
          </w:rPr>
        </w:pPr>
        <w:r w:rsidRPr="004B0FFD">
          <w:rPr>
            <w:rFonts w:ascii="Liberation Sans" w:hAnsi="Liberation Sans"/>
            <w:noProof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D2219F8" wp14:editId="504B1E1A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10190480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5" name="Carré corné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B0FFD" w:rsidRDefault="004B0FFD">
                              <w:pPr>
                                <w:jc w:val="center"/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FE36F8" w:rsidRPr="00FE36F8">
                                <w:rPr>
                                  <w:noProof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D2219F8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5" o:spid="_x0000_s1026" type="#_x0000_t65" style="position:absolute;left:0;text-align:left;margin-left:0;margin-top:0;width:29pt;height:21.6pt;z-index:251661312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" o:allowincell="f" adj="14135" strokecolor="gray" strokeweight=".25pt">
                  <v:textbox>
                    <w:txbxContent>
                      <w:p w:rsidR="004B0FFD" w:rsidRDefault="004B0FFD">
                        <w:pPr>
                          <w:jc w:val="center"/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FE36F8" w:rsidRPr="00FE36F8">
                          <w:rPr>
                            <w:noProof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69E" w:rsidRDefault="0066369E" w:rsidP="00F2272F">
      <w:r>
        <w:separator/>
      </w:r>
    </w:p>
  </w:footnote>
  <w:footnote w:type="continuationSeparator" w:id="0">
    <w:p w:rsidR="0066369E" w:rsidRDefault="0066369E" w:rsidP="00F22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26F" w:rsidRDefault="0079426F">
    <w:pPr>
      <w:pStyle w:val="En-tte"/>
    </w:pPr>
    <w:r>
      <w:rPr>
        <w:noProof/>
      </w:rPr>
      <w:drawing>
        <wp:anchor distT="0" distB="0" distL="114300" distR="114300" simplePos="0" relativeHeight="251659264" behindDoc="1" locked="1" layoutInCell="1" allowOverlap="0" wp14:anchorId="6CCEB192" wp14:editId="507F1DFB">
          <wp:simplePos x="0" y="0"/>
          <wp:positionH relativeFrom="page">
            <wp:posOffset>-199390</wp:posOffset>
          </wp:positionH>
          <wp:positionV relativeFrom="page">
            <wp:posOffset>-323850</wp:posOffset>
          </wp:positionV>
          <wp:extent cx="4039870" cy="28194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Cali-logo_word150-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9870" cy="2819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90ADD"/>
    <w:multiLevelType w:val="hybridMultilevel"/>
    <w:tmpl w:val="BBECC4FE"/>
    <w:lvl w:ilvl="0" w:tplc="AA1C6A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37364"/>
    <w:multiLevelType w:val="hybridMultilevel"/>
    <w:tmpl w:val="1CDC7194"/>
    <w:lvl w:ilvl="0" w:tplc="4A5C220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62C31"/>
    <w:multiLevelType w:val="hybridMultilevel"/>
    <w:tmpl w:val="235C04B0"/>
    <w:lvl w:ilvl="0" w:tplc="97B2271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B514D"/>
    <w:multiLevelType w:val="hybridMultilevel"/>
    <w:tmpl w:val="BBE860A6"/>
    <w:lvl w:ilvl="0" w:tplc="8654E86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82C9C"/>
    <w:multiLevelType w:val="hybridMultilevel"/>
    <w:tmpl w:val="1F323A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F3AA7"/>
    <w:multiLevelType w:val="hybridMultilevel"/>
    <w:tmpl w:val="756878EE"/>
    <w:lvl w:ilvl="0" w:tplc="E890936C">
      <w:start w:val="1"/>
      <w:numFmt w:val="decimal"/>
      <w:lvlText w:val="%1."/>
      <w:lvlJc w:val="left"/>
      <w:pPr>
        <w:ind w:left="78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41C33FF"/>
    <w:multiLevelType w:val="multilevel"/>
    <w:tmpl w:val="E4D8D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2E6AB9"/>
    <w:multiLevelType w:val="hybridMultilevel"/>
    <w:tmpl w:val="9346662C"/>
    <w:lvl w:ilvl="0" w:tplc="EC564C5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091DD2"/>
    <w:multiLevelType w:val="hybridMultilevel"/>
    <w:tmpl w:val="7608912E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1C2D1684"/>
    <w:multiLevelType w:val="hybridMultilevel"/>
    <w:tmpl w:val="28828BFC"/>
    <w:lvl w:ilvl="0" w:tplc="97B2271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6E4540"/>
    <w:multiLevelType w:val="hybridMultilevel"/>
    <w:tmpl w:val="BD8E96F0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1DD36B9C"/>
    <w:multiLevelType w:val="hybridMultilevel"/>
    <w:tmpl w:val="C2D61316"/>
    <w:lvl w:ilvl="0" w:tplc="2A2C6748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060CA9"/>
    <w:multiLevelType w:val="multilevel"/>
    <w:tmpl w:val="B6705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A06519"/>
    <w:multiLevelType w:val="hybridMultilevel"/>
    <w:tmpl w:val="85CA19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34517"/>
    <w:multiLevelType w:val="hybridMultilevel"/>
    <w:tmpl w:val="80E43B34"/>
    <w:lvl w:ilvl="0" w:tplc="BDBED6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C839C1"/>
    <w:multiLevelType w:val="hybridMultilevel"/>
    <w:tmpl w:val="191234DC"/>
    <w:lvl w:ilvl="0" w:tplc="827AE4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F6A42"/>
    <w:multiLevelType w:val="hybridMultilevel"/>
    <w:tmpl w:val="5D1A2236"/>
    <w:lvl w:ilvl="0" w:tplc="97B2271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D5B4F"/>
    <w:multiLevelType w:val="hybridMultilevel"/>
    <w:tmpl w:val="5FDCFA60"/>
    <w:lvl w:ilvl="0" w:tplc="97B2271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B5274A"/>
    <w:multiLevelType w:val="hybridMultilevel"/>
    <w:tmpl w:val="98D0DC98"/>
    <w:lvl w:ilvl="0" w:tplc="FCF8655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C5E2C"/>
    <w:multiLevelType w:val="hybridMultilevel"/>
    <w:tmpl w:val="333CE6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41E14"/>
    <w:multiLevelType w:val="hybridMultilevel"/>
    <w:tmpl w:val="CED443B6"/>
    <w:lvl w:ilvl="0" w:tplc="B1AA73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868B8"/>
    <w:multiLevelType w:val="hybridMultilevel"/>
    <w:tmpl w:val="35C07D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C77553"/>
    <w:multiLevelType w:val="hybridMultilevel"/>
    <w:tmpl w:val="84F8C37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FB06290"/>
    <w:multiLevelType w:val="hybridMultilevel"/>
    <w:tmpl w:val="09D0D0B4"/>
    <w:lvl w:ilvl="0" w:tplc="62BE6CEC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70110B"/>
    <w:multiLevelType w:val="hybridMultilevel"/>
    <w:tmpl w:val="2DB026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CD026E"/>
    <w:multiLevelType w:val="hybridMultilevel"/>
    <w:tmpl w:val="BC2EA79C"/>
    <w:lvl w:ilvl="0" w:tplc="D424FB44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5733C"/>
    <w:multiLevelType w:val="hybridMultilevel"/>
    <w:tmpl w:val="444A2E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7E785D"/>
    <w:multiLevelType w:val="hybridMultilevel"/>
    <w:tmpl w:val="CE0E67BA"/>
    <w:lvl w:ilvl="0" w:tplc="97B2271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FB04C3"/>
    <w:multiLevelType w:val="hybridMultilevel"/>
    <w:tmpl w:val="6B8EBA74"/>
    <w:lvl w:ilvl="0" w:tplc="39DE43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75E99"/>
    <w:multiLevelType w:val="hybridMultilevel"/>
    <w:tmpl w:val="AFF02B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70626A"/>
    <w:multiLevelType w:val="hybridMultilevel"/>
    <w:tmpl w:val="6EECEE3E"/>
    <w:lvl w:ilvl="0" w:tplc="97B2271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24"/>
  </w:num>
  <w:num w:numId="4">
    <w:abstractNumId w:val="13"/>
  </w:num>
  <w:num w:numId="5">
    <w:abstractNumId w:val="29"/>
  </w:num>
  <w:num w:numId="6">
    <w:abstractNumId w:val="9"/>
  </w:num>
  <w:num w:numId="7">
    <w:abstractNumId w:val="12"/>
  </w:num>
  <w:num w:numId="8">
    <w:abstractNumId w:val="6"/>
  </w:num>
  <w:num w:numId="9">
    <w:abstractNumId w:val="1"/>
  </w:num>
  <w:num w:numId="10">
    <w:abstractNumId w:val="8"/>
  </w:num>
  <w:num w:numId="11">
    <w:abstractNumId w:val="10"/>
  </w:num>
  <w:num w:numId="12">
    <w:abstractNumId w:val="21"/>
  </w:num>
  <w:num w:numId="13">
    <w:abstractNumId w:val="25"/>
  </w:num>
  <w:num w:numId="14">
    <w:abstractNumId w:val="23"/>
  </w:num>
  <w:num w:numId="15">
    <w:abstractNumId w:val="16"/>
  </w:num>
  <w:num w:numId="16">
    <w:abstractNumId w:val="27"/>
  </w:num>
  <w:num w:numId="17">
    <w:abstractNumId w:val="17"/>
  </w:num>
  <w:num w:numId="18">
    <w:abstractNumId w:val="2"/>
  </w:num>
  <w:num w:numId="19">
    <w:abstractNumId w:val="30"/>
  </w:num>
  <w:num w:numId="20">
    <w:abstractNumId w:val="22"/>
  </w:num>
  <w:num w:numId="21">
    <w:abstractNumId w:val="26"/>
  </w:num>
  <w:num w:numId="22">
    <w:abstractNumId w:val="7"/>
  </w:num>
  <w:num w:numId="23">
    <w:abstractNumId w:val="5"/>
  </w:num>
  <w:num w:numId="24">
    <w:abstractNumId w:val="11"/>
  </w:num>
  <w:num w:numId="25">
    <w:abstractNumId w:val="14"/>
  </w:num>
  <w:num w:numId="26">
    <w:abstractNumId w:val="3"/>
  </w:num>
  <w:num w:numId="27">
    <w:abstractNumId w:val="18"/>
  </w:num>
  <w:num w:numId="28">
    <w:abstractNumId w:val="20"/>
  </w:num>
  <w:num w:numId="29">
    <w:abstractNumId w:val="28"/>
  </w:num>
  <w:num w:numId="30">
    <w:abstractNumId w:val="15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0CD"/>
    <w:rsid w:val="00003CF1"/>
    <w:rsid w:val="00004BCC"/>
    <w:rsid w:val="00006AD4"/>
    <w:rsid w:val="00022373"/>
    <w:rsid w:val="00050E30"/>
    <w:rsid w:val="00074DFD"/>
    <w:rsid w:val="00077767"/>
    <w:rsid w:val="000814C3"/>
    <w:rsid w:val="0009216E"/>
    <w:rsid w:val="000978AF"/>
    <w:rsid w:val="000B699B"/>
    <w:rsid w:val="000B7079"/>
    <w:rsid w:val="000B7CEF"/>
    <w:rsid w:val="000B7F4B"/>
    <w:rsid w:val="000C455F"/>
    <w:rsid w:val="000D1A1E"/>
    <w:rsid w:val="000D3F72"/>
    <w:rsid w:val="000D4B0E"/>
    <w:rsid w:val="000D6103"/>
    <w:rsid w:val="000E2C76"/>
    <w:rsid w:val="000F05CC"/>
    <w:rsid w:val="000F0BDB"/>
    <w:rsid w:val="000F33F2"/>
    <w:rsid w:val="000F7FA5"/>
    <w:rsid w:val="001104D7"/>
    <w:rsid w:val="001212DF"/>
    <w:rsid w:val="001241E1"/>
    <w:rsid w:val="00146908"/>
    <w:rsid w:val="00157208"/>
    <w:rsid w:val="00160D44"/>
    <w:rsid w:val="0018219C"/>
    <w:rsid w:val="00194DF5"/>
    <w:rsid w:val="001B5847"/>
    <w:rsid w:val="001B7DB7"/>
    <w:rsid w:val="001D2714"/>
    <w:rsid w:val="001E3502"/>
    <w:rsid w:val="001F492A"/>
    <w:rsid w:val="00200273"/>
    <w:rsid w:val="00200DCA"/>
    <w:rsid w:val="00200FB4"/>
    <w:rsid w:val="002010CD"/>
    <w:rsid w:val="00206403"/>
    <w:rsid w:val="002064D2"/>
    <w:rsid w:val="00206706"/>
    <w:rsid w:val="002129C3"/>
    <w:rsid w:val="00217B17"/>
    <w:rsid w:val="00220541"/>
    <w:rsid w:val="00223308"/>
    <w:rsid w:val="00224BA5"/>
    <w:rsid w:val="002275C1"/>
    <w:rsid w:val="00233FDA"/>
    <w:rsid w:val="0026683E"/>
    <w:rsid w:val="00270FEB"/>
    <w:rsid w:val="00277F1E"/>
    <w:rsid w:val="0029395D"/>
    <w:rsid w:val="002A17DF"/>
    <w:rsid w:val="002D380F"/>
    <w:rsid w:val="002D7DCB"/>
    <w:rsid w:val="002E4436"/>
    <w:rsid w:val="00307DF8"/>
    <w:rsid w:val="00315C58"/>
    <w:rsid w:val="00321374"/>
    <w:rsid w:val="0032197F"/>
    <w:rsid w:val="0032496B"/>
    <w:rsid w:val="00324D51"/>
    <w:rsid w:val="00331340"/>
    <w:rsid w:val="0034004C"/>
    <w:rsid w:val="00364E37"/>
    <w:rsid w:val="00376C30"/>
    <w:rsid w:val="003A0207"/>
    <w:rsid w:val="003B62E8"/>
    <w:rsid w:val="003D0F7E"/>
    <w:rsid w:val="003D1D33"/>
    <w:rsid w:val="003E4741"/>
    <w:rsid w:val="00402BC8"/>
    <w:rsid w:val="00417E3C"/>
    <w:rsid w:val="004201AE"/>
    <w:rsid w:val="00421B1F"/>
    <w:rsid w:val="0043084D"/>
    <w:rsid w:val="00444A7C"/>
    <w:rsid w:val="00446C7F"/>
    <w:rsid w:val="004475B8"/>
    <w:rsid w:val="00460378"/>
    <w:rsid w:val="00472A61"/>
    <w:rsid w:val="00473CD6"/>
    <w:rsid w:val="00486FC0"/>
    <w:rsid w:val="004A363E"/>
    <w:rsid w:val="004B0FFD"/>
    <w:rsid w:val="004B76ED"/>
    <w:rsid w:val="004D40C4"/>
    <w:rsid w:val="004D47FB"/>
    <w:rsid w:val="004E568A"/>
    <w:rsid w:val="004F4CD8"/>
    <w:rsid w:val="00500C09"/>
    <w:rsid w:val="00517407"/>
    <w:rsid w:val="00521595"/>
    <w:rsid w:val="00522EE7"/>
    <w:rsid w:val="005334E6"/>
    <w:rsid w:val="00544892"/>
    <w:rsid w:val="00545D8E"/>
    <w:rsid w:val="005560C5"/>
    <w:rsid w:val="005724CB"/>
    <w:rsid w:val="00583EF3"/>
    <w:rsid w:val="0059498D"/>
    <w:rsid w:val="005B487D"/>
    <w:rsid w:val="005B559A"/>
    <w:rsid w:val="005B654E"/>
    <w:rsid w:val="005C4D41"/>
    <w:rsid w:val="005E5329"/>
    <w:rsid w:val="005E7422"/>
    <w:rsid w:val="00600D07"/>
    <w:rsid w:val="006013C5"/>
    <w:rsid w:val="0060340B"/>
    <w:rsid w:val="006123FC"/>
    <w:rsid w:val="00614CCD"/>
    <w:rsid w:val="00621ECA"/>
    <w:rsid w:val="00626989"/>
    <w:rsid w:val="006326D9"/>
    <w:rsid w:val="00634B6C"/>
    <w:rsid w:val="0064754A"/>
    <w:rsid w:val="006630EB"/>
    <w:rsid w:val="0066369E"/>
    <w:rsid w:val="006711E1"/>
    <w:rsid w:val="00674BF3"/>
    <w:rsid w:val="00677881"/>
    <w:rsid w:val="00694C12"/>
    <w:rsid w:val="006B409E"/>
    <w:rsid w:val="006C3010"/>
    <w:rsid w:val="006D1A0D"/>
    <w:rsid w:val="006D20AC"/>
    <w:rsid w:val="006E145D"/>
    <w:rsid w:val="006E2F7A"/>
    <w:rsid w:val="006E52B7"/>
    <w:rsid w:val="006E692C"/>
    <w:rsid w:val="00703513"/>
    <w:rsid w:val="00716704"/>
    <w:rsid w:val="00722FED"/>
    <w:rsid w:val="00737203"/>
    <w:rsid w:val="007552DA"/>
    <w:rsid w:val="00761512"/>
    <w:rsid w:val="007616B6"/>
    <w:rsid w:val="007668F3"/>
    <w:rsid w:val="0077218F"/>
    <w:rsid w:val="0077652F"/>
    <w:rsid w:val="0077747D"/>
    <w:rsid w:val="0078309B"/>
    <w:rsid w:val="007940D4"/>
    <w:rsid w:val="0079426F"/>
    <w:rsid w:val="007B31F0"/>
    <w:rsid w:val="007B74A7"/>
    <w:rsid w:val="007C74AA"/>
    <w:rsid w:val="007D0A2A"/>
    <w:rsid w:val="007D0E6D"/>
    <w:rsid w:val="007E1C82"/>
    <w:rsid w:val="007F1D77"/>
    <w:rsid w:val="007F6A39"/>
    <w:rsid w:val="00805BF8"/>
    <w:rsid w:val="0081673E"/>
    <w:rsid w:val="00837165"/>
    <w:rsid w:val="00851CCA"/>
    <w:rsid w:val="0087144D"/>
    <w:rsid w:val="00874134"/>
    <w:rsid w:val="00875802"/>
    <w:rsid w:val="00875EF8"/>
    <w:rsid w:val="00881A55"/>
    <w:rsid w:val="00884F41"/>
    <w:rsid w:val="00885D7A"/>
    <w:rsid w:val="008A152B"/>
    <w:rsid w:val="008B2246"/>
    <w:rsid w:val="008B68A2"/>
    <w:rsid w:val="008C5877"/>
    <w:rsid w:val="008C74A6"/>
    <w:rsid w:val="008D00B0"/>
    <w:rsid w:val="008E398B"/>
    <w:rsid w:val="008F2907"/>
    <w:rsid w:val="009037C8"/>
    <w:rsid w:val="009054B1"/>
    <w:rsid w:val="0092190C"/>
    <w:rsid w:val="00923ECF"/>
    <w:rsid w:val="009241CF"/>
    <w:rsid w:val="00924604"/>
    <w:rsid w:val="0093798C"/>
    <w:rsid w:val="00943775"/>
    <w:rsid w:val="00952E77"/>
    <w:rsid w:val="009546F1"/>
    <w:rsid w:val="00965D57"/>
    <w:rsid w:val="00966752"/>
    <w:rsid w:val="00967B2F"/>
    <w:rsid w:val="009713D9"/>
    <w:rsid w:val="009814F2"/>
    <w:rsid w:val="0098174E"/>
    <w:rsid w:val="009831AD"/>
    <w:rsid w:val="0099616D"/>
    <w:rsid w:val="009C592E"/>
    <w:rsid w:val="009C6008"/>
    <w:rsid w:val="009D3E47"/>
    <w:rsid w:val="009D45CC"/>
    <w:rsid w:val="009F5B3A"/>
    <w:rsid w:val="00A002C4"/>
    <w:rsid w:val="00A23122"/>
    <w:rsid w:val="00A301A0"/>
    <w:rsid w:val="00A32486"/>
    <w:rsid w:val="00A358BA"/>
    <w:rsid w:val="00A508B0"/>
    <w:rsid w:val="00A62A7B"/>
    <w:rsid w:val="00A662AE"/>
    <w:rsid w:val="00A748C7"/>
    <w:rsid w:val="00A8346E"/>
    <w:rsid w:val="00A900D7"/>
    <w:rsid w:val="00A91C3B"/>
    <w:rsid w:val="00A94325"/>
    <w:rsid w:val="00AA0C8A"/>
    <w:rsid w:val="00AA61B2"/>
    <w:rsid w:val="00AB23D4"/>
    <w:rsid w:val="00AC16A1"/>
    <w:rsid w:val="00AC176C"/>
    <w:rsid w:val="00AC3686"/>
    <w:rsid w:val="00AC6F29"/>
    <w:rsid w:val="00AC6F6A"/>
    <w:rsid w:val="00AD23BB"/>
    <w:rsid w:val="00AD57C7"/>
    <w:rsid w:val="00AE600F"/>
    <w:rsid w:val="00AF0724"/>
    <w:rsid w:val="00AF42C7"/>
    <w:rsid w:val="00AF640B"/>
    <w:rsid w:val="00B14D81"/>
    <w:rsid w:val="00B155B6"/>
    <w:rsid w:val="00B34969"/>
    <w:rsid w:val="00B47051"/>
    <w:rsid w:val="00B51D8A"/>
    <w:rsid w:val="00B52FA2"/>
    <w:rsid w:val="00B53405"/>
    <w:rsid w:val="00B704F5"/>
    <w:rsid w:val="00B721E2"/>
    <w:rsid w:val="00B85248"/>
    <w:rsid w:val="00B90BF5"/>
    <w:rsid w:val="00B911CC"/>
    <w:rsid w:val="00B97FC3"/>
    <w:rsid w:val="00BB0F45"/>
    <w:rsid w:val="00BD188B"/>
    <w:rsid w:val="00BE02E6"/>
    <w:rsid w:val="00BE5149"/>
    <w:rsid w:val="00BF01ED"/>
    <w:rsid w:val="00BF2D5A"/>
    <w:rsid w:val="00BF46BC"/>
    <w:rsid w:val="00BF79D7"/>
    <w:rsid w:val="00C074FA"/>
    <w:rsid w:val="00C2407E"/>
    <w:rsid w:val="00C27DDE"/>
    <w:rsid w:val="00C30DAB"/>
    <w:rsid w:val="00C34EB6"/>
    <w:rsid w:val="00C52B5E"/>
    <w:rsid w:val="00C62884"/>
    <w:rsid w:val="00C653ED"/>
    <w:rsid w:val="00C7484E"/>
    <w:rsid w:val="00C87A3D"/>
    <w:rsid w:val="00C87AA5"/>
    <w:rsid w:val="00C90532"/>
    <w:rsid w:val="00CA23A8"/>
    <w:rsid w:val="00CC4F78"/>
    <w:rsid w:val="00CD1235"/>
    <w:rsid w:val="00CD2427"/>
    <w:rsid w:val="00D119B4"/>
    <w:rsid w:val="00D33F86"/>
    <w:rsid w:val="00D74090"/>
    <w:rsid w:val="00D771A6"/>
    <w:rsid w:val="00D90681"/>
    <w:rsid w:val="00D91198"/>
    <w:rsid w:val="00DC71B5"/>
    <w:rsid w:val="00DD1E12"/>
    <w:rsid w:val="00DD5EF0"/>
    <w:rsid w:val="00DE4ECA"/>
    <w:rsid w:val="00DE55AF"/>
    <w:rsid w:val="00DF29C3"/>
    <w:rsid w:val="00E17D21"/>
    <w:rsid w:val="00E20C92"/>
    <w:rsid w:val="00E402FE"/>
    <w:rsid w:val="00E40912"/>
    <w:rsid w:val="00E4120B"/>
    <w:rsid w:val="00E46D12"/>
    <w:rsid w:val="00E46DB0"/>
    <w:rsid w:val="00E5134A"/>
    <w:rsid w:val="00E51D60"/>
    <w:rsid w:val="00E72644"/>
    <w:rsid w:val="00E73615"/>
    <w:rsid w:val="00E8781C"/>
    <w:rsid w:val="00E95515"/>
    <w:rsid w:val="00E959BA"/>
    <w:rsid w:val="00EA0020"/>
    <w:rsid w:val="00EA1D4B"/>
    <w:rsid w:val="00EC6952"/>
    <w:rsid w:val="00ED1035"/>
    <w:rsid w:val="00ED4B8F"/>
    <w:rsid w:val="00EF7D12"/>
    <w:rsid w:val="00F07436"/>
    <w:rsid w:val="00F15E58"/>
    <w:rsid w:val="00F2138A"/>
    <w:rsid w:val="00F2272F"/>
    <w:rsid w:val="00F35DA0"/>
    <w:rsid w:val="00F369ED"/>
    <w:rsid w:val="00F60BA5"/>
    <w:rsid w:val="00F82CDC"/>
    <w:rsid w:val="00F85EDF"/>
    <w:rsid w:val="00F95B25"/>
    <w:rsid w:val="00FA010B"/>
    <w:rsid w:val="00FC7C28"/>
    <w:rsid w:val="00FD2F30"/>
    <w:rsid w:val="00FD4D2D"/>
    <w:rsid w:val="00FE36F8"/>
    <w:rsid w:val="00FE3C0C"/>
    <w:rsid w:val="00FE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0225"/>
    <o:shapelayout v:ext="edit">
      <o:idmap v:ext="edit" data="1"/>
    </o:shapelayout>
  </w:shapeDefaults>
  <w:decimalSymbol w:val=","/>
  <w:listSeparator w:val=";"/>
  <w14:defaultImageDpi w14:val="300"/>
  <w15:docId w15:val="{7E319D0D-D6F2-4BDA-958C-E12A71CFB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2272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272F"/>
    <w:rPr>
      <w:rFonts w:ascii="Lucida Grande" w:hAnsi="Lucida Grande" w:cs="Lucida Grande"/>
      <w:sz w:val="18"/>
      <w:szCs w:val="18"/>
      <w:lang w:val="fr-FR"/>
    </w:rPr>
  </w:style>
  <w:style w:type="paragraph" w:styleId="En-tte">
    <w:name w:val="header"/>
    <w:basedOn w:val="Normal"/>
    <w:link w:val="En-tteCar"/>
    <w:uiPriority w:val="99"/>
    <w:unhideWhenUsed/>
    <w:rsid w:val="00F2272F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F2272F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2272F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2272F"/>
    <w:rPr>
      <w:lang w:val="fr-FR"/>
    </w:rPr>
  </w:style>
  <w:style w:type="table" w:styleId="Trameclaire-Accent1">
    <w:name w:val="Light Shading Accent 1"/>
    <w:basedOn w:val="TableauNormal"/>
    <w:uiPriority w:val="60"/>
    <w:rsid w:val="0079426F"/>
    <w:rPr>
      <w:color w:val="365F91" w:themeColor="accent1" w:themeShade="BF"/>
      <w:sz w:val="22"/>
      <w:szCs w:val="22"/>
      <w:lang w:val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spip">
    <w:name w:val="spip"/>
    <w:basedOn w:val="Normal"/>
    <w:rsid w:val="004B0FF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aragraphedeliste">
    <w:name w:val="List Paragraph"/>
    <w:basedOn w:val="Normal"/>
    <w:uiPriority w:val="34"/>
    <w:qFormat/>
    <w:rsid w:val="004B0FFD"/>
    <w:pPr>
      <w:spacing w:after="160"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85248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85248"/>
    <w:rPr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B85248"/>
    <w:rPr>
      <w:vertAlign w:val="superscript"/>
    </w:rPr>
  </w:style>
  <w:style w:type="character" w:styleId="lev">
    <w:name w:val="Strong"/>
    <w:basedOn w:val="Policepardfaut"/>
    <w:uiPriority w:val="22"/>
    <w:qFormat/>
    <w:rsid w:val="001104D7"/>
    <w:rPr>
      <w:b/>
      <w:bCs/>
    </w:rPr>
  </w:style>
  <w:style w:type="paragraph" w:customStyle="1" w:styleId="Normal1">
    <w:name w:val="Normal1"/>
    <w:rsid w:val="005B559A"/>
    <w:pPr>
      <w:widowControl w:val="0"/>
      <w:suppressAutoHyphens/>
      <w:autoSpaceDN w:val="0"/>
      <w:spacing w:line="100" w:lineRule="atLeast"/>
      <w:textAlignment w:val="baseline"/>
    </w:pPr>
    <w:rPr>
      <w:rFonts w:ascii="Liberation Serif" w:eastAsia="SimSun" w:hAnsi="Liberation Serif" w:cs="Mangal"/>
      <w:kern w:val="3"/>
      <w:lang w:val="fr-FR" w:eastAsia="ar-SA" w:bidi="hi-IN"/>
    </w:rPr>
  </w:style>
  <w:style w:type="character" w:customStyle="1" w:styleId="Policepardfaut1">
    <w:name w:val="Police par défaut1"/>
    <w:rsid w:val="005B559A"/>
  </w:style>
  <w:style w:type="paragraph" w:customStyle="1" w:styleId="western">
    <w:name w:val="western"/>
    <w:basedOn w:val="Normal"/>
    <w:rsid w:val="00200FB4"/>
    <w:pPr>
      <w:spacing w:before="100" w:beforeAutospacing="1"/>
      <w:jc w:val="both"/>
    </w:pPr>
    <w:rPr>
      <w:rFonts w:ascii="Arial" w:eastAsia="Times New Roman" w:hAnsi="Arial" w:cs="Arial"/>
      <w:sz w:val="20"/>
      <w:szCs w:val="20"/>
    </w:rPr>
  </w:style>
  <w:style w:type="table" w:styleId="Grilledutableau">
    <w:name w:val="Table Grid"/>
    <w:basedOn w:val="TableauNormal"/>
    <w:uiPriority w:val="59"/>
    <w:rsid w:val="00874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043938">
              <w:marLeft w:val="960"/>
              <w:marRight w:val="96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7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83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87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95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791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21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37638">
                                              <w:marLeft w:val="270"/>
                                              <w:marRight w:val="3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0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1839">
              <w:marLeft w:val="960"/>
              <w:marRight w:val="96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5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1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20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84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201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71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170623">
                                              <w:marLeft w:val="270"/>
                                              <w:marRight w:val="3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37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6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16786">
              <w:marLeft w:val="960"/>
              <w:marRight w:val="96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82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6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53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90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6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054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944818">
                                              <w:marLeft w:val="270"/>
                                              <w:marRight w:val="3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4952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GS\AppData\Local\Microsoft\Windows\Temporary%20Internet%20Files\Content.Outlook\G64GLW8Y\note_interne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F9582F-B235-460E-8909-DC640094B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note_interne</Template>
  <TotalTime>2</TotalTime>
  <Pages>1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Cali - Communauté d'agglomération du Libournais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Benjamin MAUFRONT</dc:creator>
  <cp:lastModifiedBy>Maufront Benjamin</cp:lastModifiedBy>
  <cp:revision>3</cp:revision>
  <cp:lastPrinted>2023-11-14T07:45:00Z</cp:lastPrinted>
  <dcterms:created xsi:type="dcterms:W3CDTF">2024-05-14T08:48:00Z</dcterms:created>
  <dcterms:modified xsi:type="dcterms:W3CDTF">2024-05-14T08:49:00Z</dcterms:modified>
</cp:coreProperties>
</file>